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0EB14C4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7406E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3ACFF8B0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E7406E">
        <w:rPr>
          <w:rFonts w:ascii="Corbel" w:hAnsi="Corbel"/>
          <w:sz w:val="20"/>
          <w:szCs w:val="20"/>
        </w:rPr>
        <w:t>4</w:t>
      </w:r>
      <w:r w:rsidR="00947771">
        <w:rPr>
          <w:rFonts w:ascii="Corbel" w:hAnsi="Corbel"/>
          <w:sz w:val="20"/>
          <w:szCs w:val="20"/>
        </w:rPr>
        <w:t>/202</w:t>
      </w:r>
      <w:r w:rsidR="00E7406E">
        <w:rPr>
          <w:rFonts w:ascii="Corbel" w:hAnsi="Corbel"/>
          <w:sz w:val="20"/>
          <w:szCs w:val="20"/>
        </w:rPr>
        <w:t>5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5E8632CE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</w:t>
            </w:r>
            <w:r w:rsidR="00EB75D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CD70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96F6187" w:rsidR="00015B8F" w:rsidRPr="009C54AE" w:rsidRDefault="00521A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0F1AF562" w:rsidR="00E22FBC" w:rsidRPr="009C54AE" w:rsidRDefault="00D2039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4F1D5780" w:rsidR="002B5001" w:rsidRPr="009C54AE" w:rsidRDefault="00DB0CD2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13B3823E" w:rsidR="00D42568" w:rsidRPr="009C54AE" w:rsidRDefault="008459A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DBB947C" w:rsidR="0085747A" w:rsidRPr="009C54AE" w:rsidRDefault="008459A3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0E278036" w:rsidR="0085747A" w:rsidRPr="00D42568" w:rsidRDefault="00521A8E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B49A0" w14:textId="77777777" w:rsidR="00ED0FDD" w:rsidRDefault="00ED0FDD" w:rsidP="00C16ABF">
      <w:pPr>
        <w:spacing w:after="0" w:line="240" w:lineRule="auto"/>
      </w:pPr>
      <w:r>
        <w:separator/>
      </w:r>
    </w:p>
  </w:endnote>
  <w:endnote w:type="continuationSeparator" w:id="0">
    <w:p w14:paraId="44BED497" w14:textId="77777777" w:rsidR="00ED0FDD" w:rsidRDefault="00ED0F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40A6" w14:textId="77777777" w:rsidR="00ED0FDD" w:rsidRDefault="00ED0FDD" w:rsidP="00C16ABF">
      <w:pPr>
        <w:spacing w:after="0" w:line="240" w:lineRule="auto"/>
      </w:pPr>
      <w:r>
        <w:separator/>
      </w:r>
    </w:p>
  </w:footnote>
  <w:footnote w:type="continuationSeparator" w:id="0">
    <w:p w14:paraId="18526E66" w14:textId="77777777" w:rsidR="00ED0FDD" w:rsidRDefault="00ED0FD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89FAC5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191410">
    <w:abstractNumId w:val="3"/>
  </w:num>
  <w:num w:numId="2" w16cid:durableId="1291088119">
    <w:abstractNumId w:val="0"/>
  </w:num>
  <w:num w:numId="3" w16cid:durableId="342899905">
    <w:abstractNumId w:val="6"/>
  </w:num>
  <w:num w:numId="4" w16cid:durableId="662320730">
    <w:abstractNumId w:val="4"/>
  </w:num>
  <w:num w:numId="5" w16cid:durableId="2075202988">
    <w:abstractNumId w:val="2"/>
  </w:num>
  <w:num w:numId="6" w16cid:durableId="920212160">
    <w:abstractNumId w:val="5"/>
  </w:num>
  <w:num w:numId="7" w16cid:durableId="76784506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21A8E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459A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0EC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FD"/>
    <w:rsid w:val="00B8056E"/>
    <w:rsid w:val="00B819C8"/>
    <w:rsid w:val="00B82308"/>
    <w:rsid w:val="00B9545A"/>
    <w:rsid w:val="00BA6822"/>
    <w:rsid w:val="00BB520A"/>
    <w:rsid w:val="00BC677F"/>
    <w:rsid w:val="00BD3869"/>
    <w:rsid w:val="00BD66E9"/>
    <w:rsid w:val="00BF2C41"/>
    <w:rsid w:val="00BF3C6E"/>
    <w:rsid w:val="00C058B4"/>
    <w:rsid w:val="00C131B5"/>
    <w:rsid w:val="00C16ABF"/>
    <w:rsid w:val="00C170AE"/>
    <w:rsid w:val="00C26CB7"/>
    <w:rsid w:val="00C324C1"/>
    <w:rsid w:val="00C36992"/>
    <w:rsid w:val="00C510DF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0393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406E"/>
    <w:rsid w:val="00E77E88"/>
    <w:rsid w:val="00E8107D"/>
    <w:rsid w:val="00E836FA"/>
    <w:rsid w:val="00EA4832"/>
    <w:rsid w:val="00EA5997"/>
    <w:rsid w:val="00EB75D0"/>
    <w:rsid w:val="00EC4899"/>
    <w:rsid w:val="00ED03AB"/>
    <w:rsid w:val="00ED0FDD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0E7C09-A22C-46D8-BEF9-0CD7C75B6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FF0D0B-C488-4B36-B5CB-24326524FD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03257E-ED33-41C2-AC92-1173D8BDF8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964</Words>
  <Characters>5789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Szara Katarzyna</cp:lastModifiedBy>
  <cp:revision>25</cp:revision>
  <cp:lastPrinted>2017-02-15T21:41:00Z</cp:lastPrinted>
  <dcterms:created xsi:type="dcterms:W3CDTF">2020-12-04T19:13:00Z</dcterms:created>
  <dcterms:modified xsi:type="dcterms:W3CDTF">2022-05-31T20:07:00Z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